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75AAE" w14:textId="77777777" w:rsidR="002910A8" w:rsidRPr="002910A8" w:rsidRDefault="002910A8" w:rsidP="002910A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910A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SARS-CoV-2/human/USA/TX-CDC-ASC210639548/2021, complete genome</w:t>
      </w:r>
    </w:p>
    <w:p w14:paraId="4AFEA75E" w14:textId="77777777" w:rsidR="002910A8" w:rsidRPr="002910A8" w:rsidRDefault="002910A8" w:rsidP="002910A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910A8">
        <w:rPr>
          <w:rFonts w:ascii="ＭＳ Ｐゴシック" w:eastAsia="ＭＳ Ｐゴシック" w:hAnsi="ＭＳ Ｐゴシック" w:cs="ＭＳ Ｐゴシック"/>
          <w:kern w:val="0"/>
          <w:sz w:val="24"/>
        </w:rPr>
        <w:t>GenBank: OM199342.1</w:t>
      </w:r>
    </w:p>
    <w:p w14:paraId="26679931" w14:textId="77777777" w:rsidR="002910A8" w:rsidRPr="002910A8" w:rsidRDefault="002910A8" w:rsidP="002910A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910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910A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"https://www.ncbi.nlm.nih.gov/nuccore/OM199342.1?report=fasta" </w:instrText>
      </w:r>
      <w:r w:rsidRPr="002910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910A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910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910A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910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910A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"https://www.ncbi.nlm.nih.gov/nuccore/OM199342.1?report=graph" </w:instrText>
      </w:r>
      <w:r w:rsidRPr="002910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910A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910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910A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99342.1"/>
    <w:bookmarkEnd w:id="1"/>
    <w:p w14:paraId="6F6CB0AF" w14:textId="77777777" w:rsidR="002910A8" w:rsidRPr="002910A8" w:rsidRDefault="002910A8" w:rsidP="002910A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910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910A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"https://www.ncbi.nlm.nih.gov/nuccore/OM199342.1" \l "goto2175456743_0" </w:instrText>
      </w:r>
      <w:r w:rsidRPr="002910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910A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910A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7C3192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LOCUS       OM199342               29793 bp    RNA     linear   VRL 10-JAN-2022</w:t>
      </w:r>
    </w:p>
    <w:p w14:paraId="52A865C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154514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SARS-CoV-2/human/USA/TX-CDC-ASC210639548/2021, complete genome.</w:t>
      </w:r>
    </w:p>
    <w:p w14:paraId="3ABE615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ACCESSION   OM199342</w:t>
      </w:r>
    </w:p>
    <w:p w14:paraId="34AA077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VERSION     OM199342.1</w:t>
      </w:r>
    </w:p>
    <w:p w14:paraId="79EC985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49E6D4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"https://www.ncbi.nlm.nih.gov/biosample/SAMN24734929"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SAMN24734929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CD3CEF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4B7586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8C6771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0D3EFA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D9D668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2A7438B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7B0AA3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29793)</w:t>
      </w:r>
    </w:p>
    <w:p w14:paraId="5F7F8CE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B4D29D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A4C337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85E514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55624D0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73276E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607BEC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22EA9B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332A28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29793)</w:t>
      </w:r>
    </w:p>
    <w:p w14:paraId="68912FD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4E42F8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101312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5C690F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2DB3FC4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CE1A0C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6E2F27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B7C0A1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(08-JAN-2022) Respiratory Viruses Branch, Division of</w:t>
      </w:r>
    </w:p>
    <w:p w14:paraId="109C8FF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614BCEC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44845D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99342.1"/>
      <w:bookmarkEnd w:id="2"/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53AB2C2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68C8D99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7C50230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95CFE6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99342.1"/>
      <w:bookmarkEnd w:id="3"/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F9902F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1..29793</w:t>
      </w:r>
    </w:p>
    <w:p w14:paraId="5C12E0F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B4D690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3C310B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D64971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/isolate="SARS-CoV-2/human/USA/TX-CDC-ASC210639548/2021"</w:t>
      </w:r>
    </w:p>
    <w:p w14:paraId="0705350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6DD142E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000C2E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842053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67CFCF8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/collection_date="2021-12-23"</w:t>
      </w:r>
    </w:p>
    <w:p w14:paraId="2A5923C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"https://www.ncbi.nlm.nih.gov/nuccore/OM199342.1?from=241&amp;to=21518"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38BDF91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0A780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"https://www.ncbi.nlm.nih.gov/nuccore/OM199342.1?location=241:13431,13431:21518"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0BAB314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8E6C8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FE5401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D7B6A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686DC6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"https://www.ncbi.nlm.nih.gov/protein/2175456744"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UIO21923.1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C2ADB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D9026B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E29380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E575BA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864F4B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40C9D2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2F562A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AD705E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6092E5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944139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3AFE95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E984B0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3835F3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1E90E7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4DB946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6D9630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CB9D19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FA9C4C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EEFC29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F08033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16FA32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2D2F11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178356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7BA6A5A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32D2E8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75F3EB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BF609D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8E42D4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4AA1B7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CED7FA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E47CD9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DVRETMSYLFQHANLDSCKRVLNVVCKTCGQQQTTLKGVDAVMYMGTLSYEQFKKGVQ</w:t>
      </w:r>
    </w:p>
    <w:p w14:paraId="63A6E71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4FCDB1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36CD00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0746C0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D608B0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BC2608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AFD5AA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48C9DE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193695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F3CD2B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B6CCBC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7D3C4C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230D47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652DE3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4231A9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1C14CA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FA5BAE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3FFA71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1B98A8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605065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9D1C7A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FE5D99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FD85F7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AD38FF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1466C2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5B0701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CC8B3E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AA9F8A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5B451A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01ACE4E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0D67A7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F23F29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11E0B1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89BED0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0E0516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89F909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C79F4B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DAD51B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D23C4E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0457DF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4FEB22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A05E6F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F7BBA8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8AE8FB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BCB9FA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DB839B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F8ABA8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821DA5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5C19EE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FFA14A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7F82E5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717162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BB8A4E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59A7B7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27E9C3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E3C58C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C269FD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00CFA56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908F1C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73124B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35A13E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1B9C70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F15300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AE0909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24183AC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0941ED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D70E91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FA9F06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578F80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CD04FD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E935AB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260B40F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8C84FE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7AEE4C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B8C850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8D867B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10F88D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C022E4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AB6F37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7A6548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305791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4041E9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D170EA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89AF20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B4458C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80DA5E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EA254D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49D0E8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844004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3CB817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1321AE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2A3FE37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0073A1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"https://www.ncbi.nlm.nih.gov/protein/UIO21923.1?from=1&amp;to=180"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04CF5C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7D905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317F4B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"https://www.ncbi.nlm.nih.gov/protein/UIO21923.1?from=181&amp;to=818"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912C08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71DF6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E945EC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"https://www.ncbi.nlm.nih.gov/protein/UIO21923.1?from=819&amp;to=2762"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D0451D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C5118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83D5EA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"https://www.ncbi.nlm.nih.gov/protein/UIO21923.1?from=2763&amp;to=3262"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563F50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BB92E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500DE0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"https://www.ncbi.nlm.nih.gov/protein/UIO21923.1?from=3263&amp;to=3568"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5D52681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711BD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746ECB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"https://www.ncbi.nlm.nih.gov/protein/UIO21923.1?from=3569&amp;to=3855"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6F4E76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5D2A1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D25650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"https://www.ncbi.nlm.nih.gov/protein/UIO21923.1?from=3856&amp;to=3938"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EA1133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6AC06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3E641BB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"https://www.ncbi.nlm.nih.gov/protein/UIO21923.1?from=3939&amp;to=4136"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1871AE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202CA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85E75A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"https://www.ncbi.nlm.nih.gov/protein/UIO21923.1?from=4137&amp;to=4249"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AD4B08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86217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0BE789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"https://www.ncbi.nlm.nih.gov/protein/UIO21923.1?from=4250&amp;to=4388"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625390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0AC61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15F782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"https://www.ncbi.nlm.nih.gov/protein/UIO21923.1?from=4389&amp;to=5320"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66914D2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49BAF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A9681D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"https://www.ncbi.nlm.nih.gov/protein/UIO21923.1?from=5321&amp;to=5921"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7B00663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5EBDC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2A334C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"https://www.ncbi.nlm.nih.gov/protein/UIO21923.1?from=5922&amp;to=6448"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6A2C02E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77CDC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01F1DA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"https://www.ncbi.nlm.nih.gov/protein/UIO21923.1?from=6449&amp;to=6794"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54C20E0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A1D5E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6297B5D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"https://www.ncbi.nlm.nih.gov/protein/UIO21923.1?from=6795&amp;to=7092"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127D86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A6362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37808F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"https://www.ncbi.nlm.nih.gov/nuccore/OM199342.1?from=241&amp;to=13446"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4EFD290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1AB81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155B6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360E48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"https://www.ncbi.nlm.nih.gov/protein/2175456745"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UIO21924.1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2BBB8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3C6E60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073007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6E5CD5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90362F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1F867D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1B448D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C5C5B7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E2DD6E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F98FF6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B8AFCD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E11B51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85C309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73C1859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22E150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CE938B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A31541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172E1A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F467B9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E00EA4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427D70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7719E8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CDAAF1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C7B618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459CBB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3E90A7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E44438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BDFCEB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40A043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F4FB11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F4A227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DVRETMSYLFQHANLDSCKRVLNVVCKTCGQQQTTLKGVDAVMYMGTLSYEQFKKGVQ</w:t>
      </w:r>
    </w:p>
    <w:p w14:paraId="7A18F7E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AEB86D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8A03D1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6559A6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D10B6C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541094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6B0E7F0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62B0D6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CADD93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472368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CA2609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C6127C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63FAE5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4114B7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6886BE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AA0FAD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CC446E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0E1C1C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FD2997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D559B2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82F275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4047F7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B9B73D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5B7D6F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28BFD0F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1BFCBB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5F7630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4E9FEAA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7FAB97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8AA53D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960174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6690DE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7462E7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A71F1E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05B421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802D49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FA301E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B8C904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A879E5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FD2C32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3949A2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6E9FFB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A02EE0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D71B23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DCEF2F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74C123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C62FCE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"https://www.ncbi.nlm.nih.gov/protein/UIO21924.1?from=1&amp;to=180"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C8D039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D03B6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783E66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"https://www.ncbi.nlm.nih.gov/protein/UIO21924.1?from=181&amp;to=818"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A2B3DF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F5BF5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9BA61C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"https://www.ncbi.nlm.nih.gov/protein/UIO21924.1?from=819&amp;to=2762"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1E4685E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8B007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99E05D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"https://www.ncbi.nlm.nih.gov/protein/UIO21924.1?from=2763&amp;to=3262"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E52C17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D4496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61081C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"https://www.ncbi.nlm.nih.gov/protein/UIO21924.1?from=3263&amp;to=3568"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724EAFB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B6E66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6B1D3D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"https://www.ncbi.nlm.nih.gov/protein/UIO21924.1?from=3569&amp;to=3855"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F17969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F942B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381969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"https://www.ncbi.nlm.nih.gov/protein/UIO21924.1?from=3856&amp;to=3938"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5D79E69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890AF6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1A6269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"https://www.ncbi.nlm.nih.gov/protein/UIO21924.1?from=3939&amp;to=4136"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E23215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C38A3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C9AE21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"https://www.ncbi.nlm.nih.gov/protein/UIO21924.1?from=4137&amp;to=4249"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0CE11C8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0F033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1FA141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"https://www.ncbi.nlm.nih.gov/protein/UIO21924.1?from=4250&amp;to=4388"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1E287E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84B44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00528A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"https://www.ncbi.nlm.nih.gov/protein/UIO21924.1?from=4389&amp;to=4401"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70F5DAF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DF4F4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BF19E0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"https://www.ncbi.nlm.nih.gov/nuccore/OM199342.1?from=13439&amp;to=13466"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2F484BB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8D3E9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CA6E68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9E74B7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"https://www.ncbi.nlm.nih.gov/nuccore/OM199342.1?from=13451&amp;to=13505"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094726C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A7F85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BEDE23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00D1B7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"https://www.ncbi.nlm.nih.gov/nuccore/OM199342.1?from=21526&amp;to=25338"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51E2C3B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37B6BD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"https://www.ncbi.nlm.nih.gov/nuccore/OM199342.1?from=21526&amp;to=25338"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30E51CE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09399A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7B32B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654E75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"https://www.ncbi.nlm.nih.gov/protein/2175456746"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UIO21925.1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23C37D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B38271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441CA8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B04211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87767F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7DB85E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BACEAB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23B4B19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60CC7A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RLFRKSNLKPFERDISTEIYQAGNKPCNGVAGFNCYFPLRSYSFRPTYGVGYQPYRVV</w:t>
      </w:r>
    </w:p>
    <w:p w14:paraId="1354A33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1075D3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290AD3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352492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6CD817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14ED6FD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3E8A91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FAB0BF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FF8120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AD8489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665D5F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BCD7FE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5AFA1D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DE0C3C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2C3306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"https://www.ncbi.nlm.nih.gov/nuccore/OM199342.1?from=25347&amp;to=26174"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45250FC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9DBF56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"https://www.ncbi.nlm.nih.gov/nuccore/OM199342.1?from=25347&amp;to=26174"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46633B2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7E117D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5D6B2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7E57AC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"https://www.ncbi.nlm.nih.gov/protein/2175456747"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UIO21926.1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A437E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C016C5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DA5195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51CA2E7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NSVTFSIVITSGDGTTSPISEHDYQIGGYTEKWESGVKDCVVLHSYFTSDYYQLYSTQ</w:t>
      </w:r>
    </w:p>
    <w:p w14:paraId="546581D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533038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"https://www.ncbi.nlm.nih.gov/nuccore/OM199342.1?from=26199&amp;to=26426"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211C080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B6C92D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"https://www.ncbi.nlm.nih.gov/nuccore/OM199342.1?from=26199&amp;to=26426"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1F491E1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3141AB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52C25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2F5685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"https://www.ncbi.nlm.nih.gov/protein/2175456748"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UIO21927.1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B1371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89C150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6DF57B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"https://www.ncbi.nlm.nih.gov/nuccore/OM199342.1?from=26477&amp;to=27145"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21355E8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778205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"https://www.ncbi.nlm.nih.gov/nuccore/OM199342.1?from=26477&amp;to=27145"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767E2F8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1F3350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A460A4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C065E7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"https://www.ncbi.nlm.nih.gov/protein/2175456749"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UIO21928.1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62553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66D01E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EEF586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F1F64E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26F951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3DB767C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"https://www.ncbi.nlm.nih.gov/nuccore/OM199342.1?from=27156&amp;to=27341"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4015F23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4FA4AE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"https://www.ncbi.nlm.nih.gov/nuccore/OM199342.1?from=27156&amp;to=27341"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311748D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553502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36CA6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8FF89E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"https://www.ncbi.nlm.nih.gov/protein/2175456750"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UIO21929.1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5AAE3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7D9AC6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4B8999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"https://www.ncbi.nlm.nih.gov/nuccore/OM199342.1?from=27348&amp;to=27713"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68E9983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48145C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"https://www.ncbi.nlm.nih.gov/nuccore/OM199342.1?from=27348&amp;to=27713"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4E5ECE4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61CD56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33DF8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0133BB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"https://www.ncbi.nlm.nih.gov/protein/2175456751"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UIO21930.1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E60CF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08BDF0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0F903F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C18DEB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"https://www.ncbi.nlm.nih.gov/nuccore/OM199342.1?from=27710&amp;to=27841"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5125B64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ECD9AE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"https://www.ncbi.nlm.nih.gov/nuccore/OM199342.1?from=27710&amp;to=27841"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20BD629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C7C3BA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097F1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85D4DC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"https://www.ncbi.nlm.nih.gov/protein/2175456752"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UIO21931.1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7D9C8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3EA49E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"https://www.ncbi.nlm.nih.gov/nuccore/OM199342.1?from=27848&amp;to=28213"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2E21BD3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F64DDD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"https://www.ncbi.nlm.nih.gov/nuccore/OM199342.1?from=27848&amp;to=28213"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3B9E77E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96B0F7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3C4E2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38FCBF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"https://www.ncbi.nlm.nih.gov/protein/2175456753"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UIO21932.1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8FD43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ECCF88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86735E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A8A9C5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"https://www.ncbi.nlm.nih.gov/nuccore/OM199342.1?from=28228&amp;to=29478"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729C271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B93AE3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"https://www.ncbi.nlm.nih.gov/nuccore/OM199342.1?from=28228&amp;to=29478"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1B9025C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4058E5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431A98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04122F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"https://www.ncbi.nlm.nih.gov/protein/2175456754"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UIO21933.1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E73AC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AC7482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A27C1C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242DA2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9B897D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9A5BC0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62AC60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11FC265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15837C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"https://www.ncbi.nlm.nih.gov/nuccore/OM199342.1?from=29503&amp;to=29619"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00612C3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AE9AF5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"https://www.ncbi.nlm.nih.gov/nuccore/OM199342.1?from=29503&amp;to=29619"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61F87E6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51585C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B975F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6EF3C5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"https://www.ncbi.nlm.nih.gov/protein/2175456755"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UIO21934.1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EA33F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DD84F3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"https://www.ncbi.nlm.nih.gov/nuccore/OM199342.1?from=29554&amp;to=29589"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1E63CB9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58581A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DCC70F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"https://www.ncbi.nlm.nih.gov/nuccore/OM199342.1?from=29574&amp;to=29602"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4716605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079B9D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8DAA88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"https://www.ncbi.nlm.nih.gov/nuccore/OM199342.1?from=29673&amp;to=29713" </w:instrTex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910A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1780D4F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4777E0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72A61A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99342.1"/>
      <w:bookmarkEnd w:id="4"/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6FF21E3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367DDAD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1540CF5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725FB5D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5CCEF20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0A2723E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1A98FAF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79E1538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44DAAB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429C396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7E53F4D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75E4F20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6B262EF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32E3AE2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639C65C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01F9872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5CC34A7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4B0CD33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4610760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008C73C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2741C06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2080057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6A5E92D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93413D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6DE902A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1F17B6A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6BC80E5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4DB3DB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19DB066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0292239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3B6C473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43F4463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0D36C94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09D3A69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17A9EE5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6D29DF3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7A64353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715B484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55F124B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1F1A2E4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4A6D998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69A6C98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3E8ED7F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09005CA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6DF01DE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FB91F6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6BF7B56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18F7D0B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760FE11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5A3A0D0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0013E82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16BE8CC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272C130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60E3AFE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19E04B4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4CB476C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423E5D0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6D84BFF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18C57DC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6B77690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5F05FA2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035B844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68EDD81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07884E8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1338D51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0654144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629B76E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012C9CB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2783C49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05196E4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3BA7AF0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2AF3A2D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5FB9C4F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74C591B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5A74FC5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5501790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348D298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267F296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776392C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4202D80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02254DA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6C207E0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58F5FC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585B587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435CFBD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6136F6B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14A3DBD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6D35AFA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3F9F9C3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6939A79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63DF97C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13CFCA6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gtgtagacgc tgttatgtac atgggcacac tttcttatga acaatttaag</w:t>
      </w:r>
    </w:p>
    <w:p w14:paraId="2593871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27B32CE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FCDFA0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3BFC9D4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652B81D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121F4E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1EBCC77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4B3CE4A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7A1C3B3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2817E24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3750940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294BF9B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2B85A5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556DB80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6D39E63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6142C27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92B6FC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726CEF2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581E8EC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2758D87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1674209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0013543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00938D0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379598A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010E7A7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237CAE2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0130D06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48B6D48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2904BCA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5C5A8A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7AE32C8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782F796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5050455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3281295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201BEFC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6ACAAB3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7C1640F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7CC7B06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13C83E4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040B282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3B1036A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780CD63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F82F55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7E0BD48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26E49CB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2B5D5E3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37F44B3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31F6FBD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6B272B2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58B094F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0950DC4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7E1F108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08CA774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5A4F472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2E693A8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15F7DA1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077486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5B2258C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4FB4F30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6BDC55D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7ED6146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75DAE5E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69B39BD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2A6DC8B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50B8FC6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63B6D30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77CB944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805547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5F865B3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4066C5E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41C2A56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635037A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17732C2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38728A8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1D38F7C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2D86FAA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2E4B366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672134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315AAE8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7EE5AD0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4C2B024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2902AAC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665E06A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4032329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60CCE49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2F694A3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755215D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691DF4A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3D40D45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7B1EBD4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654F7AE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352A8F0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3CBD4E8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457AE5E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16D31D6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3C1C82C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2CD24EF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1B2BE31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7DB4049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7E2195E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6981D3C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34A57C8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4BA7836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746945B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05A4268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05676AA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6B735F6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44210C3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42DDE98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5653BFB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65EDF49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74CD386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7FF957F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1BB0F13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6E223A9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322DD55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235E76C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7A00442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77446AE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16C62A2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4B4C45A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4819F56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26E9794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65DE0CA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1298528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78A332E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27E3A4C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633615D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2CF0393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6CEB1B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12858E8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28BAB0D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1D1EADA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3CF8A41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29BB66E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1566E13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26DAD12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3396744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2DF86B1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2E3219C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5313531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2766650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1E3DA93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3E90576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4275D06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3CC8CBE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7E43E1A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0D353B2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4E2B45D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6D245BC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26E173A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321E947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5A32D8B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6BB1FBB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26127DA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2E6AAE4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4DABDDD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556B307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0C30170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2BEF7B4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1D58F43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789D95E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508CBA6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1D7C21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0D3D701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0902726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3DECCFC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40EB319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19DA988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721ADDC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0BBB91A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35CFBCD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7D8D342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2D170CD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68548F5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0F0CB4E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7585051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0B222BC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38F5A5F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42EDC60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36D3FD8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7DB2C45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4E24223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5B4075C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52F28A0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3DA57C9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10A89A9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2F3FA3D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377D5B2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5F1EBE2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3972005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6582D99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67E2A8E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D77B74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74C02D6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0B9AFB9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53B1F59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6D269A3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7CF7D27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4A5274B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5853E3E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255AC57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2656816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5FAF537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6420D5A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5AB1BCC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6FA3752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6CD2641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5E5670D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3533C1A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1D98B31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061BD65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74F9D48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2F5AA5C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43972E7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19DF782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2D107A7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6C36A6A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07A35D5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213F6C0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19210C1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23D967E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667406C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0C359FF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0045C69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0FE0EAE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42A1259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3B2B1EF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005006B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191E15D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3238828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3CF4E18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197BB0B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3937EFD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31F8F94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77EE68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1A5F114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4C25AB4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5C28934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1BA674B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5BD76DB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7299B16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0D3833D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402943D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0A1BE08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6A80691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5B4C61F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1C57D71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70E35F5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5DCCE86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18FD0EB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3F294A2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2E0EC0A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0702155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75F8C34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6368687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377D5A4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5EFC371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0CDA788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344D85B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1D10893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1E6BD50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29D71D5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3C8C8EB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774C81C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4D1AE9E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1C8C61F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509818A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5F68E2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0EB8D6C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6413300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4F268A2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148F05E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4DE28C4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072BF7A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3CC796A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4FEC7E1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3EADC28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2B0D435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36DC0E5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331F9F0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5F24FE4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293BB3C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726B8AF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22BE104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708232D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4DE5B99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010E0BB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12E3F28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4DDBDB5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067B7E9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gtgttggtta ccaaccatac</w:t>
      </w:r>
    </w:p>
    <w:p w14:paraId="4AB3B24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6ACA542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6F0C707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4B43FD9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0A6575A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715E9C8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55A77DE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1595A37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28ACEDF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0D30E4A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27BFE98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086EAF3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1945B72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228F9CD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7A80F03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3F8C87C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0D42E69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5A95194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24F6A9C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25DB347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6578B3E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6299F29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46FB7C1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38D563C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6D611A0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412FCDB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61F2C8A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3A08A83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79299E3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4CA6ACB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313BFBE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653BEBE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46D65AC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28657E4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58AA388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154802A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069B094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04BEBFC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24CF315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3BA4DBD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3E922C3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08B6BF1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65CD233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09CD546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tttctatctt tatgctttag</w:t>
      </w:r>
    </w:p>
    <w:p w14:paraId="252C596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316D7CC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5059EF3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gtgtaacttt ttcaattgtc attacttcag</w:t>
      </w:r>
    </w:p>
    <w:p w14:paraId="253BA91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7CD1A39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117E2E2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30BD548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6A60880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144F24E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3B465EE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15B44A6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4096C32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72CAA84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63A6B39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0D437A4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70B5A20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0316741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0F6F4B3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3BA5B98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5FCA54A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701DFC0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495B952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5976D55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3EE4077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4CFFEA7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10D225C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690021A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4516EB4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1B4C580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5AD9296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58173F9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0EEF93D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180889D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1A9C969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0449A2A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17F2AACE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538F602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3E687E4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49C22A6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38E1E13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4C89405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48750E4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4DB1DC7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3B6381D2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73781EC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624232DA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20A5BE9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118EA30B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2811A93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4894D8F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1153D0CD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577DF8E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16C19041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1AC7D02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7E892708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6EAB46F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3BCDF1F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66C80C7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2392D72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53547CD5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caaaggtcca aatttcaaag atcaagtcat tttgctgaat</w:t>
      </w:r>
    </w:p>
    <w:p w14:paraId="6B45E1C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72F3666F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7EAD93C0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640A2E7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75A4DBCC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50912223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6AD76A76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651C1139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00CDA854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ttt</w:t>
      </w:r>
    </w:p>
    <w:p w14:paraId="6CBF5237" w14:textId="77777777" w:rsidR="002910A8" w:rsidRPr="002910A8" w:rsidRDefault="002910A8" w:rsidP="002910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910A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D05703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0A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910A8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D7BBC0"/>
  <w15:chartTrackingRefBased/>
  <w15:docId w15:val="{5054267B-DF26-0A42-ADD0-5231150B6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3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8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8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1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33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10906</Words>
  <Characters>62166</Characters>
  <Application>Microsoft Office Word</Application>
  <DocSecurity>0</DocSecurity>
  <Lines>518</Lines>
  <Paragraphs>145</Paragraphs>
  <ScaleCrop>false</ScaleCrop>
  <Company/>
  <LinksUpToDate>false</LinksUpToDate>
  <CharactersWithSpaces>72927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2023-02-02T09:42:00Z</dcterms:created>
  <dcterms:modified xsi:type="dcterms:W3CDTF">2023-02-02T09:43:00Z</dcterms:modified>
</cp:coreProperties>
</file>